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FDBBE" w14:textId="77777777" w:rsidR="007E29DA" w:rsidRDefault="0091136B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21DDEE9A" w14:textId="77777777" w:rsidR="0091136B" w:rsidRDefault="0091136B" w:rsidP="0091136B">
      <w:pPr>
        <w:jc w:val="center"/>
        <w:rPr>
          <w:b/>
        </w:rPr>
      </w:pPr>
      <w:r>
        <w:rPr>
          <w:b/>
        </w:rPr>
        <w:t>Watershed Map Activity</w:t>
      </w:r>
    </w:p>
    <w:p w14:paraId="5A17570C" w14:textId="77777777" w:rsidR="0091136B" w:rsidRDefault="0091136B" w:rsidP="0091136B">
      <w:pPr>
        <w:jc w:val="center"/>
        <w:rPr>
          <w:b/>
        </w:rPr>
      </w:pPr>
    </w:p>
    <w:p w14:paraId="4C733DAD" w14:textId="77777777" w:rsidR="0091136B" w:rsidRDefault="0091136B" w:rsidP="0091136B">
      <w:pPr>
        <w:pStyle w:val="ListParagraph"/>
        <w:numPr>
          <w:ilvl w:val="0"/>
          <w:numId w:val="1"/>
        </w:numPr>
      </w:pPr>
      <w:r>
        <w:t>Color each watershed a different color…</w:t>
      </w:r>
      <w:r w:rsidR="004B5EDC">
        <w:t>use boundary lines</w:t>
      </w:r>
      <w:r>
        <w:t xml:space="preserve"> to help determine</w:t>
      </w:r>
      <w:r w:rsidR="004B5EDC">
        <w:t xml:space="preserve"> that</w:t>
      </w:r>
      <w:r>
        <w:t>.</w:t>
      </w:r>
    </w:p>
    <w:p w14:paraId="7C11F946" w14:textId="77777777" w:rsidR="0091136B" w:rsidRDefault="0091136B" w:rsidP="004B5EDC"/>
    <w:p w14:paraId="5894F40E" w14:textId="5A28192D" w:rsidR="004B5EDC" w:rsidRDefault="004B5EDC" w:rsidP="004B5EDC">
      <w:pPr>
        <w:pStyle w:val="ListParagraph"/>
        <w:numPr>
          <w:ilvl w:val="0"/>
          <w:numId w:val="1"/>
        </w:numPr>
      </w:pPr>
      <w:r>
        <w:t>What watershed are we, Kutztownians, a</w:t>
      </w:r>
      <w:r w:rsidR="006C5101">
        <w:t xml:space="preserve"> </w:t>
      </w:r>
      <w:r>
        <w:t>part of?</w:t>
      </w:r>
    </w:p>
    <w:p w14:paraId="6563A037" w14:textId="77777777" w:rsidR="004B5EDC" w:rsidRDefault="004B5EDC" w:rsidP="004B5EDC"/>
    <w:p w14:paraId="3A0643BC" w14:textId="77777777" w:rsidR="004B5EDC" w:rsidRDefault="004B5EDC" w:rsidP="004B5EDC"/>
    <w:p w14:paraId="1D615067" w14:textId="77777777" w:rsidR="004B5EDC" w:rsidRDefault="00381F8A" w:rsidP="004B5EDC">
      <w:pPr>
        <w:pStyle w:val="ListParagraph"/>
        <w:numPr>
          <w:ilvl w:val="0"/>
          <w:numId w:val="1"/>
        </w:numPr>
      </w:pPr>
      <w:r>
        <w:t>What other cities are in our watershed?</w:t>
      </w:r>
    </w:p>
    <w:p w14:paraId="39562F5F" w14:textId="77777777" w:rsidR="00381F8A" w:rsidRDefault="00381F8A" w:rsidP="00381F8A">
      <w:pPr>
        <w:ind w:left="360"/>
      </w:pPr>
    </w:p>
    <w:p w14:paraId="3A6432F1" w14:textId="77777777" w:rsidR="00381F8A" w:rsidRDefault="00381F8A" w:rsidP="00381F8A">
      <w:pPr>
        <w:ind w:left="360"/>
      </w:pPr>
    </w:p>
    <w:p w14:paraId="310322D1" w14:textId="77777777" w:rsidR="00381F8A" w:rsidRDefault="00381F8A" w:rsidP="00381F8A">
      <w:pPr>
        <w:ind w:left="360"/>
      </w:pPr>
    </w:p>
    <w:p w14:paraId="605B688B" w14:textId="77777777" w:rsidR="00381F8A" w:rsidRDefault="00F76A94" w:rsidP="00381F8A">
      <w:pPr>
        <w:pStyle w:val="ListParagraph"/>
        <w:numPr>
          <w:ilvl w:val="0"/>
          <w:numId w:val="1"/>
        </w:numPr>
      </w:pPr>
      <w:r>
        <w:t>What bodies of water are in our watershed?</w:t>
      </w:r>
    </w:p>
    <w:p w14:paraId="2DC67450" w14:textId="77777777" w:rsidR="00F76A94" w:rsidRDefault="00F76A94" w:rsidP="00F76A94">
      <w:pPr>
        <w:ind w:left="360"/>
      </w:pPr>
    </w:p>
    <w:p w14:paraId="3168F668" w14:textId="77777777" w:rsidR="00F76A94" w:rsidRDefault="00F76A94" w:rsidP="00F76A94">
      <w:pPr>
        <w:ind w:left="360"/>
      </w:pPr>
    </w:p>
    <w:p w14:paraId="22C1C95A" w14:textId="77777777" w:rsidR="00F76A94" w:rsidRDefault="00F76A94" w:rsidP="00F76A94">
      <w:pPr>
        <w:ind w:left="360"/>
      </w:pPr>
    </w:p>
    <w:p w14:paraId="7F5645CD" w14:textId="77777777" w:rsidR="00F76A94" w:rsidRDefault="00F76A94" w:rsidP="00F76A94">
      <w:pPr>
        <w:ind w:left="360"/>
      </w:pPr>
    </w:p>
    <w:p w14:paraId="2BC0CDF3" w14:textId="77777777" w:rsidR="00F76A94" w:rsidRDefault="00F76A94" w:rsidP="00F76A94">
      <w:pPr>
        <w:pStyle w:val="ListParagraph"/>
        <w:numPr>
          <w:ilvl w:val="0"/>
          <w:numId w:val="1"/>
        </w:numPr>
      </w:pPr>
      <w:r>
        <w:t>Where does our watershed lead?</w:t>
      </w:r>
    </w:p>
    <w:p w14:paraId="38855027" w14:textId="77777777" w:rsidR="004F0E49" w:rsidRDefault="004F0E49" w:rsidP="004F0E49"/>
    <w:p w14:paraId="25E611AA" w14:textId="77777777" w:rsidR="004F0E49" w:rsidRDefault="004F0E49" w:rsidP="004F0E49"/>
    <w:p w14:paraId="06405C56" w14:textId="77777777" w:rsidR="004F0E49" w:rsidRDefault="004F0E49" w:rsidP="004F0E49"/>
    <w:p w14:paraId="6E22FDD8" w14:textId="77777777" w:rsidR="004F0E49" w:rsidRDefault="004F0E49" w:rsidP="004F0E49"/>
    <w:p w14:paraId="4F7146EC" w14:textId="655F7B54" w:rsidR="004F0E49" w:rsidRDefault="004F0E49" w:rsidP="004F0E49">
      <w:pPr>
        <w:pStyle w:val="ListParagraph"/>
        <w:numPr>
          <w:ilvl w:val="0"/>
          <w:numId w:val="1"/>
        </w:numPr>
      </w:pPr>
      <w:r>
        <w:t>How does runoff effect watersheds?</w:t>
      </w:r>
      <w:r w:rsidR="00343DCE">
        <w:t xml:space="preserve"> (at least 3 ways)</w:t>
      </w:r>
    </w:p>
    <w:p w14:paraId="0267DB94" w14:textId="77777777" w:rsidR="00343DCE" w:rsidRDefault="00343DCE" w:rsidP="00343DCE"/>
    <w:p w14:paraId="706EBB70" w14:textId="77777777" w:rsidR="00343DCE" w:rsidRDefault="00343DCE" w:rsidP="00343DCE"/>
    <w:p w14:paraId="6319B963" w14:textId="77777777" w:rsidR="00343DCE" w:rsidRDefault="00343DCE" w:rsidP="00343DCE"/>
    <w:p w14:paraId="6CE9F4FC" w14:textId="77777777" w:rsidR="00343DCE" w:rsidRDefault="00343DCE" w:rsidP="00343DCE"/>
    <w:p w14:paraId="66686892" w14:textId="77777777" w:rsidR="00343DCE" w:rsidRDefault="00343DCE" w:rsidP="00343DCE"/>
    <w:p w14:paraId="4E80A126" w14:textId="2075457D" w:rsidR="00343DCE" w:rsidRDefault="00343DCE" w:rsidP="00343DCE">
      <w:pPr>
        <w:pStyle w:val="ListParagraph"/>
        <w:numPr>
          <w:ilvl w:val="0"/>
          <w:numId w:val="1"/>
        </w:numPr>
      </w:pPr>
      <w:r>
        <w:t>How can human activities effect the quality of water?</w:t>
      </w:r>
    </w:p>
    <w:p w14:paraId="520838BB" w14:textId="77777777" w:rsidR="00343DCE" w:rsidRDefault="00343DCE" w:rsidP="00343DCE"/>
    <w:p w14:paraId="5249B6EC" w14:textId="77777777" w:rsidR="00343DCE" w:rsidRDefault="00343DCE" w:rsidP="00343DCE"/>
    <w:p w14:paraId="4986A16A" w14:textId="77777777" w:rsidR="00343DCE" w:rsidRDefault="00343DCE" w:rsidP="00343DCE"/>
    <w:p w14:paraId="70FB5785" w14:textId="77237B94" w:rsidR="00343DCE" w:rsidRDefault="00343DCE" w:rsidP="00343DCE">
      <w:pPr>
        <w:pStyle w:val="ListParagraph"/>
        <w:numPr>
          <w:ilvl w:val="0"/>
          <w:numId w:val="1"/>
        </w:numPr>
      </w:pPr>
      <w:r>
        <w:t>How can human activities upstream effect water quality downstream?</w:t>
      </w:r>
    </w:p>
    <w:p w14:paraId="4CEB3A2C" w14:textId="77777777" w:rsidR="00343DCE" w:rsidRDefault="00343DCE" w:rsidP="00343DCE"/>
    <w:p w14:paraId="671AC6DC" w14:textId="77777777" w:rsidR="00343DCE" w:rsidRDefault="00343DCE" w:rsidP="00343DCE"/>
    <w:p w14:paraId="094BD8A4" w14:textId="77777777" w:rsidR="00343DCE" w:rsidRDefault="00343DCE" w:rsidP="00343DCE"/>
    <w:p w14:paraId="3DC2C293" w14:textId="30B11871" w:rsidR="00343DCE" w:rsidRDefault="00343DCE" w:rsidP="00343DCE">
      <w:pPr>
        <w:pStyle w:val="ListParagraph"/>
        <w:numPr>
          <w:ilvl w:val="0"/>
          <w:numId w:val="1"/>
        </w:numPr>
      </w:pPr>
      <w:r>
        <w:t>What type of pollution (point source or nonpoint source) is more difficult to control? Why?</w:t>
      </w:r>
    </w:p>
    <w:p w14:paraId="4FFE694E" w14:textId="77777777" w:rsidR="00343DCE" w:rsidRDefault="00343DCE" w:rsidP="00343DCE"/>
    <w:p w14:paraId="5F2365D8" w14:textId="77777777" w:rsidR="00367E0F" w:rsidRDefault="00367E0F" w:rsidP="00343DCE"/>
    <w:p w14:paraId="6C0703AE" w14:textId="77777777" w:rsidR="00367E0F" w:rsidRDefault="00367E0F" w:rsidP="00343DCE"/>
    <w:p w14:paraId="64251FD9" w14:textId="77777777" w:rsidR="00367E0F" w:rsidRDefault="00367E0F" w:rsidP="00343DCE"/>
    <w:p w14:paraId="7F43A890" w14:textId="77777777" w:rsidR="00367E0F" w:rsidRDefault="00367E0F" w:rsidP="00343DCE"/>
    <w:p w14:paraId="2904565B" w14:textId="77777777" w:rsidR="00367E0F" w:rsidRDefault="00367E0F" w:rsidP="00343DCE"/>
    <w:p w14:paraId="73F39D09" w14:textId="77777777" w:rsidR="00367E0F" w:rsidRDefault="00367E0F" w:rsidP="00367E0F">
      <w:r>
        <w:lastRenderedPageBreak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63DC4EFD" w14:textId="77777777" w:rsidR="00367E0F" w:rsidRDefault="00367E0F" w:rsidP="00367E0F">
      <w:pPr>
        <w:jc w:val="center"/>
        <w:rPr>
          <w:b/>
        </w:rPr>
      </w:pPr>
      <w:r>
        <w:rPr>
          <w:b/>
        </w:rPr>
        <w:t>Watershed Map Activity</w:t>
      </w:r>
    </w:p>
    <w:p w14:paraId="15CF2F55" w14:textId="77777777" w:rsidR="00367E0F" w:rsidRDefault="00367E0F" w:rsidP="00367E0F">
      <w:pPr>
        <w:jc w:val="center"/>
        <w:rPr>
          <w:b/>
        </w:rPr>
      </w:pPr>
    </w:p>
    <w:p w14:paraId="4857872D" w14:textId="77777777" w:rsidR="00367E0F" w:rsidRDefault="00367E0F" w:rsidP="00367E0F">
      <w:pPr>
        <w:pStyle w:val="ListParagraph"/>
        <w:numPr>
          <w:ilvl w:val="0"/>
          <w:numId w:val="2"/>
        </w:numPr>
      </w:pPr>
      <w:r>
        <w:t>Color each watershed a different color…use boundary lines to help determine that.</w:t>
      </w:r>
    </w:p>
    <w:p w14:paraId="60E9A522" w14:textId="77777777" w:rsidR="00367E0F" w:rsidRDefault="00367E0F" w:rsidP="00367E0F"/>
    <w:p w14:paraId="7E70F6BE" w14:textId="4F5ABF65" w:rsidR="00367E0F" w:rsidRDefault="00367E0F" w:rsidP="00367E0F">
      <w:pPr>
        <w:pStyle w:val="ListParagraph"/>
        <w:numPr>
          <w:ilvl w:val="0"/>
          <w:numId w:val="2"/>
        </w:numPr>
      </w:pPr>
      <w:r>
        <w:t>What watershed are we, Kutztownians, a</w:t>
      </w:r>
      <w:r w:rsidR="006C5101">
        <w:t xml:space="preserve"> </w:t>
      </w:r>
      <w:bookmarkStart w:id="0" w:name="_GoBack"/>
      <w:bookmarkEnd w:id="0"/>
      <w:r>
        <w:t>part of?</w:t>
      </w:r>
      <w:r>
        <w:t xml:space="preserve"> </w:t>
      </w:r>
      <w:r w:rsidR="009856D8">
        <w:rPr>
          <w:b/>
        </w:rPr>
        <w:t>Schuylkill River Watershed, specifically Maiden Creek Watershed</w:t>
      </w:r>
    </w:p>
    <w:p w14:paraId="588B10E2" w14:textId="77777777" w:rsidR="00367E0F" w:rsidRDefault="00367E0F" w:rsidP="00367E0F"/>
    <w:p w14:paraId="6A139859" w14:textId="5D4263C3" w:rsidR="00367E0F" w:rsidRDefault="00367E0F" w:rsidP="00367E0F">
      <w:pPr>
        <w:pStyle w:val="ListParagraph"/>
        <w:numPr>
          <w:ilvl w:val="0"/>
          <w:numId w:val="2"/>
        </w:numPr>
      </w:pPr>
      <w:r>
        <w:t>What other cities are in our watershed?</w:t>
      </w:r>
      <w:r>
        <w:t xml:space="preserve"> </w:t>
      </w:r>
      <w:r>
        <w:rPr>
          <w:b/>
        </w:rPr>
        <w:t>Ruscombmanor, Maidencreek, Fleetwood, Richmond, Lyons, Maxatawny, Kutztown, Greenwich, Weisenberg, Lynn, Albany</w:t>
      </w:r>
    </w:p>
    <w:p w14:paraId="54AEC7B6" w14:textId="77777777" w:rsidR="00367E0F" w:rsidRDefault="00367E0F" w:rsidP="00367E0F"/>
    <w:p w14:paraId="50307F43" w14:textId="55CD1648" w:rsidR="00367E0F" w:rsidRDefault="00367E0F" w:rsidP="00367E0F">
      <w:pPr>
        <w:pStyle w:val="ListParagraph"/>
        <w:numPr>
          <w:ilvl w:val="0"/>
          <w:numId w:val="2"/>
        </w:numPr>
      </w:pPr>
      <w:r>
        <w:t>What bodies of water are in our watershed?</w:t>
      </w:r>
      <w:r>
        <w:t xml:space="preserve"> </w:t>
      </w:r>
      <w:r>
        <w:rPr>
          <w:b/>
        </w:rPr>
        <w:t>Maiden Creek</w:t>
      </w:r>
    </w:p>
    <w:p w14:paraId="5CCF3ED5" w14:textId="77777777" w:rsidR="00367E0F" w:rsidRDefault="00367E0F" w:rsidP="00367E0F"/>
    <w:p w14:paraId="2773A605" w14:textId="39C2D70C" w:rsidR="00367E0F" w:rsidRDefault="00367E0F" w:rsidP="00367E0F">
      <w:pPr>
        <w:pStyle w:val="ListParagraph"/>
        <w:numPr>
          <w:ilvl w:val="0"/>
          <w:numId w:val="2"/>
        </w:numPr>
      </w:pPr>
      <w:r>
        <w:t>Where does our watershed lead?</w:t>
      </w:r>
      <w:r>
        <w:t xml:space="preserve"> </w:t>
      </w:r>
      <w:r w:rsidR="009856D8">
        <w:rPr>
          <w:b/>
        </w:rPr>
        <w:t>Schuykill River; Delaware River, Chesapeak Bay</w:t>
      </w:r>
    </w:p>
    <w:p w14:paraId="1AB4CF3B" w14:textId="77777777" w:rsidR="00367E0F" w:rsidRDefault="00367E0F" w:rsidP="00367E0F"/>
    <w:p w14:paraId="257ED3DE" w14:textId="0570B5C8" w:rsidR="00367E0F" w:rsidRDefault="00367E0F" w:rsidP="00367E0F">
      <w:pPr>
        <w:pStyle w:val="ListParagraph"/>
        <w:numPr>
          <w:ilvl w:val="0"/>
          <w:numId w:val="2"/>
        </w:numPr>
      </w:pPr>
      <w:r>
        <w:t>How does runoff effect watersheds? (at least 3 ways)</w:t>
      </w:r>
      <w:r w:rsidR="009856D8">
        <w:t xml:space="preserve"> </w:t>
      </w:r>
      <w:r w:rsidR="009856D8">
        <w:rPr>
          <w:b/>
        </w:rPr>
        <w:t>Water that runs from the highest point then carries any pollutants downstream, further entering the rivers and then oceans.</w:t>
      </w:r>
      <w:r w:rsidR="007B18DE">
        <w:rPr>
          <w:b/>
        </w:rPr>
        <w:t xml:space="preserve"> Runoff is the main way that pollutants enter waterways.</w:t>
      </w:r>
      <w:r w:rsidR="009856D8">
        <w:rPr>
          <w:b/>
        </w:rPr>
        <w:t xml:space="preserve"> </w:t>
      </w:r>
      <w:r w:rsidR="007B18DE">
        <w:rPr>
          <w:b/>
        </w:rPr>
        <w:t>Runoff is needed to renew the aquatic habitats. Runoff is the dominant way that water flows from one location to another</w:t>
      </w:r>
    </w:p>
    <w:p w14:paraId="4191754D" w14:textId="77777777" w:rsidR="00367E0F" w:rsidRDefault="00367E0F" w:rsidP="00367E0F"/>
    <w:p w14:paraId="41176EBE" w14:textId="0EC67CB1" w:rsidR="00367E0F" w:rsidRPr="00B533C5" w:rsidRDefault="00367E0F" w:rsidP="00367E0F">
      <w:pPr>
        <w:pStyle w:val="ListParagraph"/>
        <w:numPr>
          <w:ilvl w:val="0"/>
          <w:numId w:val="2"/>
        </w:numPr>
      </w:pPr>
      <w:r>
        <w:t>How can human activities effect the quality of water?</w:t>
      </w:r>
      <w:r w:rsidR="001112DA">
        <w:t xml:space="preserve"> </w:t>
      </w:r>
      <w:r w:rsidR="00B533C5">
        <w:rPr>
          <w:b/>
        </w:rPr>
        <w:t>Any human activities that occur near water systems can have a detrimental effect on these bodies of water</w:t>
      </w:r>
      <w:r w:rsidR="00F57858">
        <w:rPr>
          <w:b/>
        </w:rPr>
        <w:t>, especially things like farming, gardening, etc…</w:t>
      </w:r>
    </w:p>
    <w:p w14:paraId="25BE6633" w14:textId="77777777" w:rsidR="00B533C5" w:rsidRDefault="00B533C5" w:rsidP="00B533C5"/>
    <w:p w14:paraId="3B003934" w14:textId="01F3F2A7" w:rsidR="00367E0F" w:rsidRDefault="00367E0F" w:rsidP="00367E0F">
      <w:pPr>
        <w:pStyle w:val="ListParagraph"/>
        <w:numPr>
          <w:ilvl w:val="0"/>
          <w:numId w:val="2"/>
        </w:numPr>
      </w:pPr>
      <w:r>
        <w:t>How can human activities upstream effect water quality downstream?</w:t>
      </w:r>
      <w:r w:rsidR="001112DA">
        <w:t xml:space="preserve"> </w:t>
      </w:r>
      <w:r w:rsidR="001112DA">
        <w:rPr>
          <w:b/>
        </w:rPr>
        <w:t>Any pollutants that enter the water upstream flow into the waterways below.</w:t>
      </w:r>
    </w:p>
    <w:p w14:paraId="6EF4D589" w14:textId="77777777" w:rsidR="00367E0F" w:rsidRDefault="00367E0F" w:rsidP="00367E0F"/>
    <w:p w14:paraId="41B0E201" w14:textId="5DA3181E" w:rsidR="00367E0F" w:rsidRDefault="00367E0F" w:rsidP="00367E0F">
      <w:pPr>
        <w:pStyle w:val="ListParagraph"/>
        <w:numPr>
          <w:ilvl w:val="0"/>
          <w:numId w:val="2"/>
        </w:numPr>
      </w:pPr>
      <w:r>
        <w:t>What type of pollution (point source or nonpoint source) is more difficult to control? Why?</w:t>
      </w:r>
      <w:r w:rsidR="00F57858">
        <w:t xml:space="preserve"> </w:t>
      </w:r>
      <w:r w:rsidR="00EF185D">
        <w:rPr>
          <w:b/>
        </w:rPr>
        <w:t>Nonpoint source pollution – this type is where contaminants entry points are difficult to locate whereby not being able to trace its entrance.</w:t>
      </w:r>
    </w:p>
    <w:p w14:paraId="39DB164F" w14:textId="77777777" w:rsidR="00367E0F" w:rsidRDefault="00367E0F" w:rsidP="00367E0F"/>
    <w:p w14:paraId="24F3954A" w14:textId="77777777" w:rsidR="00367E0F" w:rsidRDefault="00367E0F" w:rsidP="00367E0F"/>
    <w:p w14:paraId="2FB30164" w14:textId="77777777" w:rsidR="00367E0F" w:rsidRDefault="00367E0F" w:rsidP="00367E0F"/>
    <w:p w14:paraId="01491413" w14:textId="77777777" w:rsidR="00367E0F" w:rsidRDefault="00367E0F" w:rsidP="00367E0F"/>
    <w:p w14:paraId="6B93DFF6" w14:textId="77777777" w:rsidR="00367E0F" w:rsidRDefault="00367E0F" w:rsidP="00367E0F"/>
    <w:p w14:paraId="7B9AF2F7" w14:textId="77777777" w:rsidR="00343DCE" w:rsidRPr="0091136B" w:rsidRDefault="00343DCE" w:rsidP="00343DCE"/>
    <w:sectPr w:rsidR="00343DCE" w:rsidRPr="0091136B" w:rsidSect="0024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440BA"/>
    <w:multiLevelType w:val="hybridMultilevel"/>
    <w:tmpl w:val="61DA6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4F668A"/>
    <w:multiLevelType w:val="hybridMultilevel"/>
    <w:tmpl w:val="61DA6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331"/>
    <w:rsid w:val="001112DA"/>
    <w:rsid w:val="00242256"/>
    <w:rsid w:val="00343DCE"/>
    <w:rsid w:val="00367E0F"/>
    <w:rsid w:val="00381F8A"/>
    <w:rsid w:val="004B5EDC"/>
    <w:rsid w:val="004F0E49"/>
    <w:rsid w:val="00577D55"/>
    <w:rsid w:val="005B1331"/>
    <w:rsid w:val="00662DE4"/>
    <w:rsid w:val="006C5101"/>
    <w:rsid w:val="007B18DE"/>
    <w:rsid w:val="0091136B"/>
    <w:rsid w:val="00926BEF"/>
    <w:rsid w:val="009856D8"/>
    <w:rsid w:val="00B533C5"/>
    <w:rsid w:val="00DB3C35"/>
    <w:rsid w:val="00EF185D"/>
    <w:rsid w:val="00F57858"/>
    <w:rsid w:val="00F7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D832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wyland/Desktop/watershed_map_analysis_17_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watershed_map_analysis_17_18.dotx</Template>
  <TotalTime>18</TotalTime>
  <Pages>2</Pages>
  <Words>309</Words>
  <Characters>1763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2017-12-14T16:29:00Z</dcterms:created>
  <dcterms:modified xsi:type="dcterms:W3CDTF">2018-01-31T15:46:00Z</dcterms:modified>
</cp:coreProperties>
</file>